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3EC" w:rsidRDefault="00B433EC" w:rsidP="00357E35">
      <w:pPr>
        <w:spacing w:line="360" w:lineRule="auto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化学工程学院</w:t>
      </w:r>
      <w:r>
        <w:rPr>
          <w:rFonts w:ascii="宋体" w:hAnsi="宋体"/>
          <w:b/>
          <w:sz w:val="44"/>
          <w:szCs w:val="44"/>
        </w:rPr>
        <w:t xml:space="preserve">                          </w:t>
      </w:r>
    </w:p>
    <w:p w:rsidR="00B433EC" w:rsidRDefault="00B433EC" w:rsidP="00357E35">
      <w:pPr>
        <w:spacing w:line="360" w:lineRule="auto"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社团联合会换届选举报名表</w:t>
      </w:r>
    </w:p>
    <w:tbl>
      <w:tblPr>
        <w:tblW w:w="8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4"/>
        <w:gridCol w:w="1843"/>
        <w:gridCol w:w="1984"/>
        <w:gridCol w:w="1843"/>
        <w:gridCol w:w="1498"/>
      </w:tblGrid>
      <w:tr w:rsidR="00B433EC" w:rsidRPr="00163BA8" w:rsidTr="007A768C">
        <w:trPr>
          <w:trHeight w:val="952"/>
          <w:jc w:val="center"/>
        </w:trPr>
        <w:tc>
          <w:tcPr>
            <w:tcW w:w="1414" w:type="dxa"/>
            <w:vAlign w:val="center"/>
          </w:tcPr>
          <w:p w:rsidR="00B433EC" w:rsidRPr="00163BA8" w:rsidRDefault="00B433EC" w:rsidP="008D6160">
            <w:pPr>
              <w:widowControl/>
              <w:spacing w:line="360" w:lineRule="auto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 w:rsidRPr="00163BA8">
              <w:rPr>
                <w:rFonts w:ascii="宋体" w:hAnsi="宋体" w:hint="eastAsia"/>
                <w:color w:val="000033"/>
                <w:kern w:val="0"/>
                <w:sz w:val="27"/>
              </w:rPr>
              <w:t>姓名</w:t>
            </w:r>
            <w:r w:rsidRPr="00163BA8">
              <w:rPr>
                <w:rFonts w:ascii="宋体" w:hAnsi="宋体"/>
                <w:color w:val="000033"/>
                <w:kern w:val="0"/>
                <w:sz w:val="27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B433EC" w:rsidRPr="00163BA8" w:rsidRDefault="00B433EC" w:rsidP="008D6160">
            <w:pPr>
              <w:widowControl/>
              <w:spacing w:line="360" w:lineRule="auto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 w:rsidRPr="00163BA8">
              <w:rPr>
                <w:rFonts w:ascii="宋体"/>
                <w:color w:val="000033"/>
                <w:kern w:val="0"/>
                <w:sz w:val="27"/>
              </w:rPr>
              <w:t> </w:t>
            </w:r>
          </w:p>
        </w:tc>
        <w:tc>
          <w:tcPr>
            <w:tcW w:w="1984" w:type="dxa"/>
            <w:vAlign w:val="center"/>
          </w:tcPr>
          <w:p w:rsidR="00B433EC" w:rsidRPr="00163BA8" w:rsidRDefault="00B433EC" w:rsidP="008D6160">
            <w:pPr>
              <w:widowControl/>
              <w:spacing w:line="360" w:lineRule="auto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 w:rsidRPr="00163BA8">
              <w:rPr>
                <w:rFonts w:ascii="宋体" w:hAnsi="宋体" w:hint="eastAsia"/>
                <w:color w:val="000033"/>
                <w:kern w:val="0"/>
                <w:sz w:val="27"/>
              </w:rPr>
              <w:t>性别</w:t>
            </w:r>
          </w:p>
        </w:tc>
        <w:tc>
          <w:tcPr>
            <w:tcW w:w="1843" w:type="dxa"/>
            <w:vAlign w:val="center"/>
          </w:tcPr>
          <w:p w:rsidR="00B433EC" w:rsidRPr="00163BA8" w:rsidRDefault="00B433EC" w:rsidP="008D6160">
            <w:pPr>
              <w:widowControl/>
              <w:spacing w:line="360" w:lineRule="auto"/>
              <w:jc w:val="center"/>
              <w:rPr>
                <w:rFonts w:ascii="宋体"/>
                <w:color w:val="000033"/>
                <w:kern w:val="0"/>
                <w:sz w:val="27"/>
              </w:rPr>
            </w:pPr>
            <w:r w:rsidRPr="00163BA8">
              <w:rPr>
                <w:rFonts w:ascii="宋体"/>
                <w:color w:val="000033"/>
                <w:kern w:val="0"/>
                <w:sz w:val="27"/>
              </w:rPr>
              <w:t> </w:t>
            </w:r>
          </w:p>
        </w:tc>
        <w:tc>
          <w:tcPr>
            <w:tcW w:w="1498" w:type="dxa"/>
            <w:vMerge w:val="restart"/>
            <w:textDirection w:val="tbRlV"/>
            <w:vAlign w:val="center"/>
          </w:tcPr>
          <w:p w:rsidR="00B433EC" w:rsidRPr="00163BA8" w:rsidRDefault="00B433EC" w:rsidP="008D6160">
            <w:pPr>
              <w:widowControl/>
              <w:spacing w:line="360" w:lineRule="auto"/>
              <w:ind w:left="113" w:right="113"/>
              <w:jc w:val="center"/>
              <w:rPr>
                <w:rFonts w:ascii="宋体"/>
                <w:color w:val="000033"/>
                <w:kern w:val="0"/>
                <w:sz w:val="27"/>
              </w:rPr>
            </w:pPr>
            <w:r w:rsidRPr="00163BA8">
              <w:rPr>
                <w:rFonts w:ascii="宋体" w:hAnsi="宋体" w:hint="eastAsia"/>
                <w:color w:val="000033"/>
                <w:kern w:val="0"/>
                <w:sz w:val="36"/>
              </w:rPr>
              <w:t>照片</w:t>
            </w:r>
          </w:p>
        </w:tc>
      </w:tr>
      <w:tr w:rsidR="00B433EC" w:rsidRPr="00163BA8" w:rsidTr="007A768C">
        <w:trPr>
          <w:trHeight w:val="992"/>
          <w:jc w:val="center"/>
        </w:trPr>
        <w:tc>
          <w:tcPr>
            <w:tcW w:w="1414" w:type="dxa"/>
            <w:vAlign w:val="center"/>
          </w:tcPr>
          <w:p w:rsidR="00B433EC" w:rsidRPr="00163BA8" w:rsidRDefault="00B433EC" w:rsidP="008D6160">
            <w:pPr>
              <w:widowControl/>
              <w:spacing w:line="360" w:lineRule="auto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 w:rsidRPr="00163BA8">
              <w:rPr>
                <w:rFonts w:ascii="宋体" w:hAnsi="宋体" w:hint="eastAsia"/>
                <w:color w:val="000033"/>
                <w:kern w:val="0"/>
                <w:sz w:val="27"/>
              </w:rPr>
              <w:t>专业班级</w:t>
            </w:r>
          </w:p>
        </w:tc>
        <w:tc>
          <w:tcPr>
            <w:tcW w:w="1843" w:type="dxa"/>
            <w:vAlign w:val="center"/>
          </w:tcPr>
          <w:p w:rsidR="00B433EC" w:rsidRPr="00163BA8" w:rsidRDefault="00B433EC" w:rsidP="008D6160">
            <w:pPr>
              <w:widowControl/>
              <w:spacing w:line="360" w:lineRule="auto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 w:rsidRPr="00163BA8">
              <w:rPr>
                <w:rFonts w:ascii="宋体"/>
                <w:color w:val="000033"/>
                <w:kern w:val="0"/>
                <w:sz w:val="27"/>
              </w:rPr>
              <w:t> </w:t>
            </w:r>
          </w:p>
        </w:tc>
        <w:tc>
          <w:tcPr>
            <w:tcW w:w="1984" w:type="dxa"/>
            <w:vAlign w:val="center"/>
          </w:tcPr>
          <w:p w:rsidR="00B433EC" w:rsidRPr="00163BA8" w:rsidRDefault="00B433EC" w:rsidP="007A768C">
            <w:pPr>
              <w:widowControl/>
              <w:spacing w:line="360" w:lineRule="auto"/>
              <w:jc w:val="center"/>
              <w:rPr>
                <w:rFonts w:ascii="宋体"/>
                <w:color w:val="000033"/>
                <w:kern w:val="0"/>
                <w:sz w:val="27"/>
              </w:rPr>
            </w:pPr>
            <w:r w:rsidRPr="00163BA8">
              <w:rPr>
                <w:rFonts w:ascii="宋体" w:hAnsi="宋体" w:hint="eastAsia"/>
                <w:color w:val="000033"/>
                <w:kern w:val="0"/>
                <w:sz w:val="27"/>
              </w:rPr>
              <w:t>联系方式</w:t>
            </w:r>
          </w:p>
        </w:tc>
        <w:tc>
          <w:tcPr>
            <w:tcW w:w="1843" w:type="dxa"/>
            <w:vAlign w:val="center"/>
          </w:tcPr>
          <w:p w:rsidR="00B433EC" w:rsidRPr="00163BA8" w:rsidRDefault="00B433EC" w:rsidP="008D6160">
            <w:pPr>
              <w:widowControl/>
              <w:spacing w:line="360" w:lineRule="auto"/>
              <w:jc w:val="center"/>
              <w:rPr>
                <w:rFonts w:ascii="宋体"/>
                <w:color w:val="000033"/>
                <w:kern w:val="0"/>
                <w:sz w:val="27"/>
              </w:rPr>
            </w:pPr>
            <w:r w:rsidRPr="00163BA8">
              <w:rPr>
                <w:rFonts w:ascii="宋体"/>
                <w:color w:val="000033"/>
                <w:kern w:val="0"/>
                <w:sz w:val="27"/>
              </w:rPr>
              <w:t> </w:t>
            </w:r>
          </w:p>
        </w:tc>
        <w:tc>
          <w:tcPr>
            <w:tcW w:w="1498" w:type="dxa"/>
            <w:vMerge/>
            <w:vAlign w:val="center"/>
          </w:tcPr>
          <w:p w:rsidR="00B433EC" w:rsidRPr="00163BA8" w:rsidRDefault="00B433EC" w:rsidP="008D6160">
            <w:pPr>
              <w:widowControl/>
              <w:spacing w:line="360" w:lineRule="auto"/>
              <w:jc w:val="center"/>
              <w:rPr>
                <w:rFonts w:ascii="宋体"/>
                <w:color w:val="333333"/>
                <w:kern w:val="0"/>
                <w:sz w:val="24"/>
              </w:rPr>
            </w:pPr>
          </w:p>
        </w:tc>
      </w:tr>
      <w:tr w:rsidR="00B433EC" w:rsidRPr="00163BA8" w:rsidTr="008D6160">
        <w:trPr>
          <w:trHeight w:val="768"/>
          <w:jc w:val="center"/>
        </w:trPr>
        <w:tc>
          <w:tcPr>
            <w:tcW w:w="1414" w:type="dxa"/>
            <w:vAlign w:val="center"/>
          </w:tcPr>
          <w:p w:rsidR="00B433EC" w:rsidRPr="00163BA8" w:rsidRDefault="00B433EC" w:rsidP="008D6160">
            <w:pPr>
              <w:widowControl/>
              <w:spacing w:line="360" w:lineRule="auto"/>
              <w:jc w:val="center"/>
              <w:rPr>
                <w:rFonts w:ascii="宋体"/>
                <w:b/>
                <w:color w:val="333333"/>
                <w:kern w:val="0"/>
                <w:sz w:val="24"/>
              </w:rPr>
            </w:pPr>
            <w:r w:rsidRPr="00163BA8">
              <w:rPr>
                <w:rFonts w:ascii="宋体" w:hAnsi="宋体" w:hint="eastAsia"/>
                <w:color w:val="000033"/>
                <w:kern w:val="0"/>
                <w:sz w:val="27"/>
              </w:rPr>
              <w:t>现任职位</w:t>
            </w:r>
          </w:p>
        </w:tc>
        <w:tc>
          <w:tcPr>
            <w:tcW w:w="7168" w:type="dxa"/>
            <w:gridSpan w:val="4"/>
            <w:vAlign w:val="center"/>
          </w:tcPr>
          <w:p w:rsidR="00B433EC" w:rsidRPr="00163BA8" w:rsidRDefault="00B433EC" w:rsidP="008D6160">
            <w:pPr>
              <w:widowControl/>
              <w:spacing w:line="360" w:lineRule="auto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 w:rsidRPr="00163BA8">
              <w:rPr>
                <w:rFonts w:ascii="宋体"/>
                <w:color w:val="000033"/>
                <w:kern w:val="0"/>
                <w:sz w:val="27"/>
              </w:rPr>
              <w:t> </w:t>
            </w:r>
          </w:p>
        </w:tc>
      </w:tr>
      <w:tr w:rsidR="00B433EC" w:rsidRPr="00163BA8" w:rsidTr="008D6160">
        <w:trPr>
          <w:trHeight w:val="752"/>
          <w:jc w:val="center"/>
        </w:trPr>
        <w:tc>
          <w:tcPr>
            <w:tcW w:w="1414" w:type="dxa"/>
            <w:vAlign w:val="center"/>
          </w:tcPr>
          <w:p w:rsidR="00B433EC" w:rsidRPr="00163BA8" w:rsidRDefault="00B433EC" w:rsidP="008D6160">
            <w:pPr>
              <w:widowControl/>
              <w:spacing w:line="360" w:lineRule="auto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 w:rsidRPr="00163BA8">
              <w:rPr>
                <w:rFonts w:ascii="宋体" w:hAnsi="宋体" w:hint="eastAsia"/>
                <w:color w:val="000033"/>
                <w:kern w:val="0"/>
                <w:sz w:val="27"/>
              </w:rPr>
              <w:t>意向职位</w:t>
            </w:r>
          </w:p>
        </w:tc>
        <w:tc>
          <w:tcPr>
            <w:tcW w:w="7168" w:type="dxa"/>
            <w:gridSpan w:val="4"/>
            <w:vAlign w:val="center"/>
          </w:tcPr>
          <w:p w:rsidR="00B433EC" w:rsidRPr="00163BA8" w:rsidRDefault="00B433EC" w:rsidP="008D6160">
            <w:pPr>
              <w:spacing w:line="360" w:lineRule="auto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 w:rsidRPr="00163BA8">
              <w:rPr>
                <w:rFonts w:ascii="宋体"/>
                <w:color w:val="000033"/>
                <w:kern w:val="0"/>
                <w:sz w:val="27"/>
              </w:rPr>
              <w:t> </w:t>
            </w:r>
          </w:p>
        </w:tc>
      </w:tr>
      <w:tr w:rsidR="00B433EC" w:rsidRPr="00163BA8" w:rsidTr="008D6160">
        <w:trPr>
          <w:trHeight w:val="8637"/>
          <w:jc w:val="center"/>
        </w:trPr>
        <w:tc>
          <w:tcPr>
            <w:tcW w:w="1414" w:type="dxa"/>
            <w:vAlign w:val="center"/>
          </w:tcPr>
          <w:p w:rsidR="00B433EC" w:rsidRPr="00163BA8" w:rsidRDefault="00B433EC" w:rsidP="008D6160">
            <w:pPr>
              <w:spacing w:line="360" w:lineRule="auto"/>
              <w:jc w:val="center"/>
              <w:rPr>
                <w:rFonts w:ascii="宋体"/>
                <w:color w:val="000033"/>
                <w:kern w:val="0"/>
                <w:sz w:val="52"/>
                <w:szCs w:val="52"/>
              </w:rPr>
            </w:pPr>
            <w:r w:rsidRPr="00163BA8">
              <w:rPr>
                <w:rFonts w:ascii="宋体" w:hAnsi="宋体" w:hint="eastAsia"/>
                <w:color w:val="000033"/>
                <w:kern w:val="0"/>
                <w:sz w:val="52"/>
                <w:szCs w:val="52"/>
              </w:rPr>
              <w:t>简</w:t>
            </w:r>
          </w:p>
          <w:p w:rsidR="00B433EC" w:rsidRPr="00163BA8" w:rsidRDefault="00B433EC" w:rsidP="008D6160">
            <w:pPr>
              <w:spacing w:line="360" w:lineRule="auto"/>
              <w:jc w:val="center"/>
              <w:rPr>
                <w:rFonts w:ascii="宋体"/>
                <w:color w:val="000033"/>
                <w:kern w:val="0"/>
                <w:sz w:val="52"/>
                <w:szCs w:val="52"/>
              </w:rPr>
            </w:pPr>
          </w:p>
          <w:p w:rsidR="00B433EC" w:rsidRPr="00163BA8" w:rsidRDefault="00B433EC" w:rsidP="008D6160">
            <w:pPr>
              <w:spacing w:line="360" w:lineRule="auto"/>
              <w:jc w:val="center"/>
              <w:rPr>
                <w:rFonts w:ascii="宋体"/>
                <w:color w:val="000033"/>
                <w:kern w:val="0"/>
                <w:sz w:val="52"/>
                <w:szCs w:val="52"/>
              </w:rPr>
            </w:pPr>
            <w:r w:rsidRPr="00163BA8">
              <w:rPr>
                <w:rFonts w:ascii="宋体" w:hAnsi="宋体" w:hint="eastAsia"/>
                <w:color w:val="000033"/>
                <w:kern w:val="0"/>
                <w:sz w:val="52"/>
                <w:szCs w:val="52"/>
              </w:rPr>
              <w:t>述</w:t>
            </w:r>
          </w:p>
        </w:tc>
        <w:tc>
          <w:tcPr>
            <w:tcW w:w="7168" w:type="dxa"/>
            <w:gridSpan w:val="4"/>
            <w:vAlign w:val="center"/>
          </w:tcPr>
          <w:p w:rsidR="00B433EC" w:rsidRPr="00163BA8" w:rsidRDefault="00B433EC" w:rsidP="008D6160">
            <w:pPr>
              <w:spacing w:line="360" w:lineRule="auto"/>
              <w:rPr>
                <w:rFonts w:ascii="宋体"/>
                <w:color w:val="000033"/>
                <w:kern w:val="0"/>
                <w:sz w:val="27"/>
              </w:rPr>
            </w:pPr>
          </w:p>
        </w:tc>
      </w:tr>
    </w:tbl>
    <w:p w:rsidR="00B433EC" w:rsidRPr="00D1540C" w:rsidRDefault="00B433EC" w:rsidP="00D1540C"/>
    <w:sectPr w:rsidR="00B433EC" w:rsidRPr="00D1540C" w:rsidSect="006E2B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3EC" w:rsidRDefault="00B433EC" w:rsidP="00D1540C">
      <w:r>
        <w:separator/>
      </w:r>
    </w:p>
  </w:endnote>
  <w:endnote w:type="continuationSeparator" w:id="0">
    <w:p w:rsidR="00B433EC" w:rsidRDefault="00B433EC" w:rsidP="00D154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3EC" w:rsidRDefault="00B433EC" w:rsidP="00D1540C">
      <w:r>
        <w:separator/>
      </w:r>
    </w:p>
  </w:footnote>
  <w:footnote w:type="continuationSeparator" w:id="0">
    <w:p w:rsidR="00B433EC" w:rsidRDefault="00B433EC" w:rsidP="00D154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54AD"/>
    <w:rsid w:val="000068C1"/>
    <w:rsid w:val="000072B1"/>
    <w:rsid w:val="000201B4"/>
    <w:rsid w:val="000246B9"/>
    <w:rsid w:val="0006149C"/>
    <w:rsid w:val="000634CB"/>
    <w:rsid w:val="000A4C48"/>
    <w:rsid w:val="000D3966"/>
    <w:rsid w:val="000D4DF2"/>
    <w:rsid w:val="00106185"/>
    <w:rsid w:val="00117731"/>
    <w:rsid w:val="00120BA2"/>
    <w:rsid w:val="00154A6E"/>
    <w:rsid w:val="00163BA8"/>
    <w:rsid w:val="001649D8"/>
    <w:rsid w:val="00175FF5"/>
    <w:rsid w:val="002131CC"/>
    <w:rsid w:val="002244AE"/>
    <w:rsid w:val="002322E7"/>
    <w:rsid w:val="0025700C"/>
    <w:rsid w:val="002679BD"/>
    <w:rsid w:val="002723E2"/>
    <w:rsid w:val="00292C63"/>
    <w:rsid w:val="002A3987"/>
    <w:rsid w:val="002D3115"/>
    <w:rsid w:val="002D48AF"/>
    <w:rsid w:val="00335839"/>
    <w:rsid w:val="00350640"/>
    <w:rsid w:val="00357E35"/>
    <w:rsid w:val="003D08A7"/>
    <w:rsid w:val="003D76D4"/>
    <w:rsid w:val="00420BBF"/>
    <w:rsid w:val="004341F0"/>
    <w:rsid w:val="00435B87"/>
    <w:rsid w:val="00460AC4"/>
    <w:rsid w:val="00465008"/>
    <w:rsid w:val="00473E7F"/>
    <w:rsid w:val="004A4AEA"/>
    <w:rsid w:val="004C56B5"/>
    <w:rsid w:val="004D70EA"/>
    <w:rsid w:val="005731C5"/>
    <w:rsid w:val="005D6D3A"/>
    <w:rsid w:val="006030A5"/>
    <w:rsid w:val="006049A5"/>
    <w:rsid w:val="00605DA2"/>
    <w:rsid w:val="0062740D"/>
    <w:rsid w:val="00645F91"/>
    <w:rsid w:val="00671551"/>
    <w:rsid w:val="006B5402"/>
    <w:rsid w:val="006E2B74"/>
    <w:rsid w:val="006E3071"/>
    <w:rsid w:val="00706C15"/>
    <w:rsid w:val="0074606A"/>
    <w:rsid w:val="007A768C"/>
    <w:rsid w:val="007A7B09"/>
    <w:rsid w:val="00800CAC"/>
    <w:rsid w:val="008146E6"/>
    <w:rsid w:val="008246D6"/>
    <w:rsid w:val="00852EEC"/>
    <w:rsid w:val="00855E45"/>
    <w:rsid w:val="00873266"/>
    <w:rsid w:val="00883CAB"/>
    <w:rsid w:val="00897851"/>
    <w:rsid w:val="008B37BB"/>
    <w:rsid w:val="008D6160"/>
    <w:rsid w:val="008E6AF2"/>
    <w:rsid w:val="008F1F04"/>
    <w:rsid w:val="0092089E"/>
    <w:rsid w:val="0095763D"/>
    <w:rsid w:val="00987F7A"/>
    <w:rsid w:val="009E475A"/>
    <w:rsid w:val="00A22DEB"/>
    <w:rsid w:val="00A738CC"/>
    <w:rsid w:val="00A903FA"/>
    <w:rsid w:val="00AA3A34"/>
    <w:rsid w:val="00AD5B74"/>
    <w:rsid w:val="00AE46AD"/>
    <w:rsid w:val="00AF41FA"/>
    <w:rsid w:val="00B10369"/>
    <w:rsid w:val="00B354D5"/>
    <w:rsid w:val="00B433EC"/>
    <w:rsid w:val="00B761AE"/>
    <w:rsid w:val="00C305A3"/>
    <w:rsid w:val="00C37984"/>
    <w:rsid w:val="00C958A0"/>
    <w:rsid w:val="00CB50D7"/>
    <w:rsid w:val="00D13A9D"/>
    <w:rsid w:val="00D1540C"/>
    <w:rsid w:val="00D36287"/>
    <w:rsid w:val="00D43C60"/>
    <w:rsid w:val="00D70D41"/>
    <w:rsid w:val="00D77876"/>
    <w:rsid w:val="00D82AF6"/>
    <w:rsid w:val="00D83354"/>
    <w:rsid w:val="00DA56E5"/>
    <w:rsid w:val="00DA7B28"/>
    <w:rsid w:val="00DE4AB6"/>
    <w:rsid w:val="00E16564"/>
    <w:rsid w:val="00E1743A"/>
    <w:rsid w:val="00E468D7"/>
    <w:rsid w:val="00E71C43"/>
    <w:rsid w:val="00E7240E"/>
    <w:rsid w:val="00E74FA2"/>
    <w:rsid w:val="00E84381"/>
    <w:rsid w:val="00E96AC1"/>
    <w:rsid w:val="00EB5733"/>
    <w:rsid w:val="00EE1FA8"/>
    <w:rsid w:val="00EF1211"/>
    <w:rsid w:val="00F01B98"/>
    <w:rsid w:val="00F33DD0"/>
    <w:rsid w:val="00F363FE"/>
    <w:rsid w:val="00F424D5"/>
    <w:rsid w:val="00F43198"/>
    <w:rsid w:val="00F55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40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5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1540C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15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1540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15</Words>
  <Characters>86</Characters>
  <Application>Microsoft Office Outlook</Application>
  <DocSecurity>0</DocSecurity>
  <Lines>0</Lines>
  <Paragraphs>0</Paragraphs>
  <ScaleCrop>false</ScaleCrop>
  <Company>http:/sdwm.org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SDWM</dc:creator>
  <cp:keywords/>
  <dc:description/>
  <cp:lastModifiedBy>USER-</cp:lastModifiedBy>
  <cp:revision>6</cp:revision>
  <dcterms:created xsi:type="dcterms:W3CDTF">2014-03-03T14:15:00Z</dcterms:created>
  <dcterms:modified xsi:type="dcterms:W3CDTF">2014-03-04T15:32:00Z</dcterms:modified>
</cp:coreProperties>
</file>